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F" w:rsidRPr="00923414" w:rsidRDefault="0095591F" w:rsidP="00923414">
      <w:pPr>
        <w:rPr>
          <w:rFonts w:cs="Times New Roman"/>
          <w:sz w:val="28"/>
          <w:szCs w:val="28"/>
        </w:rPr>
      </w:pPr>
      <w:r w:rsidRPr="00923414"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1</w:t>
      </w:r>
    </w:p>
    <w:p w:rsidR="0095591F" w:rsidRPr="00923414" w:rsidRDefault="0095591F" w:rsidP="00923414">
      <w:pPr>
        <w:spacing w:before="240" w:after="240"/>
        <w:jc w:val="center"/>
        <w:rPr>
          <w:rFonts w:cs="Times New Roman"/>
          <w:b/>
          <w:bCs/>
          <w:sz w:val="44"/>
          <w:szCs w:val="44"/>
        </w:rPr>
      </w:pPr>
      <w:r w:rsidRPr="00923414">
        <w:rPr>
          <w:rFonts w:cs="宋体" w:hint="eastAsia"/>
          <w:b/>
          <w:bCs/>
          <w:sz w:val="44"/>
          <w:szCs w:val="44"/>
        </w:rPr>
        <w:t>中国人民大学专业学位研究生拟立项教学案例项目汇总表</w:t>
      </w:r>
    </w:p>
    <w:tbl>
      <w:tblPr>
        <w:tblW w:w="139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"/>
        <w:gridCol w:w="1697"/>
        <w:gridCol w:w="1126"/>
        <w:gridCol w:w="1276"/>
        <w:gridCol w:w="1600"/>
        <w:gridCol w:w="3876"/>
        <w:gridCol w:w="1697"/>
        <w:gridCol w:w="1697"/>
      </w:tblGrid>
      <w:tr w:rsidR="0095591F" w:rsidRPr="004900CE">
        <w:trPr>
          <w:trHeight w:val="534"/>
        </w:trPr>
        <w:tc>
          <w:tcPr>
            <w:tcW w:w="0" w:type="auto"/>
            <w:vMerge w:val="restart"/>
            <w:vAlign w:val="center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0" w:type="auto"/>
            <w:vMerge w:val="restart"/>
            <w:vAlign w:val="center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2402" w:type="dxa"/>
            <w:gridSpan w:val="2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项目申请人</w:t>
            </w:r>
          </w:p>
        </w:tc>
        <w:tc>
          <w:tcPr>
            <w:tcW w:w="1600" w:type="dxa"/>
            <w:vMerge w:val="restart"/>
            <w:vAlign w:val="center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所在学院</w:t>
            </w:r>
          </w:p>
        </w:tc>
        <w:tc>
          <w:tcPr>
            <w:tcW w:w="0" w:type="auto"/>
            <w:vMerge w:val="restart"/>
            <w:vAlign w:val="center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案例成果适用学位类别</w:t>
            </w:r>
          </w:p>
        </w:tc>
        <w:tc>
          <w:tcPr>
            <w:tcW w:w="0" w:type="auto"/>
            <w:vMerge w:val="restart"/>
            <w:vAlign w:val="center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0" w:type="auto"/>
            <w:vMerge w:val="restart"/>
            <w:vAlign w:val="center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电子邮箱</w:t>
            </w:r>
          </w:p>
        </w:tc>
      </w:tr>
      <w:tr w:rsidR="0095591F" w:rsidRPr="004900CE">
        <w:trPr>
          <w:trHeight w:val="533"/>
        </w:trPr>
        <w:tc>
          <w:tcPr>
            <w:tcW w:w="0" w:type="auto"/>
            <w:vMerge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2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姓名</w:t>
            </w:r>
          </w:p>
        </w:tc>
        <w:tc>
          <w:tcPr>
            <w:tcW w:w="127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4900CE">
              <w:rPr>
                <w:rFonts w:cs="宋体" w:hint="eastAsia"/>
                <w:b/>
                <w:bCs/>
                <w:sz w:val="32"/>
                <w:szCs w:val="32"/>
              </w:rPr>
              <w:t>职工号</w:t>
            </w:r>
          </w:p>
        </w:tc>
        <w:tc>
          <w:tcPr>
            <w:tcW w:w="1600" w:type="dxa"/>
            <w:vMerge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</w:tr>
      <w:tr w:rsidR="0095591F" w:rsidRPr="004900CE">
        <w:trPr>
          <w:trHeight w:val="1128"/>
        </w:trPr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112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00" w:type="dxa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</w:tr>
      <w:tr w:rsidR="0095591F" w:rsidRPr="004900CE">
        <w:trPr>
          <w:trHeight w:val="1074"/>
        </w:trPr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112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00" w:type="dxa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</w:tr>
      <w:tr w:rsidR="0095591F" w:rsidRPr="004900CE">
        <w:trPr>
          <w:trHeight w:val="1128"/>
        </w:trPr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112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95591F" w:rsidRPr="004900CE" w:rsidRDefault="0095591F" w:rsidP="004900CE">
            <w:pPr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600" w:type="dxa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:rsidR="0095591F" w:rsidRPr="004900CE" w:rsidRDefault="0095591F">
            <w:pPr>
              <w:rPr>
                <w:rFonts w:cs="Times New Roman"/>
              </w:rPr>
            </w:pPr>
          </w:p>
        </w:tc>
      </w:tr>
    </w:tbl>
    <w:p w:rsidR="0095591F" w:rsidRDefault="0095591F">
      <w:pPr>
        <w:rPr>
          <w:rFonts w:cs="Times New Roman"/>
        </w:rPr>
      </w:pPr>
    </w:p>
    <w:p w:rsidR="0095591F" w:rsidRDefault="0095591F">
      <w:pPr>
        <w:rPr>
          <w:rFonts w:cs="Times New Roman"/>
        </w:rPr>
      </w:pPr>
    </w:p>
    <w:p w:rsidR="0095591F" w:rsidRDefault="0095591F">
      <w:pPr>
        <w:rPr>
          <w:rFonts w:cs="Times New Roman"/>
          <w:sz w:val="30"/>
          <w:szCs w:val="30"/>
        </w:rPr>
      </w:pPr>
      <w:r>
        <w:t xml:space="preserve">                                                                      </w:t>
      </w:r>
      <w:r w:rsidRPr="00DC49FE">
        <w:rPr>
          <w:sz w:val="30"/>
          <w:szCs w:val="30"/>
        </w:rPr>
        <w:t xml:space="preserve"> </w:t>
      </w:r>
      <w:r w:rsidRPr="00DC49FE">
        <w:rPr>
          <w:rFonts w:cs="宋体" w:hint="eastAsia"/>
          <w:sz w:val="30"/>
          <w:szCs w:val="30"/>
        </w:rPr>
        <w:t>学</w:t>
      </w:r>
      <w:r w:rsidRPr="00DC49FE">
        <w:rPr>
          <w:sz w:val="30"/>
          <w:szCs w:val="30"/>
        </w:rPr>
        <w:t xml:space="preserve">   </w:t>
      </w:r>
      <w:r w:rsidRPr="00DC49FE">
        <w:rPr>
          <w:rFonts w:cs="宋体" w:hint="eastAsia"/>
          <w:sz w:val="30"/>
          <w:szCs w:val="30"/>
        </w:rPr>
        <w:t>院（</w:t>
      </w:r>
      <w:r>
        <w:rPr>
          <w:rFonts w:cs="宋体" w:hint="eastAsia"/>
          <w:sz w:val="30"/>
          <w:szCs w:val="30"/>
        </w:rPr>
        <w:t>公</w:t>
      </w:r>
      <w:r w:rsidRPr="00DC49FE">
        <w:rPr>
          <w:rFonts w:cs="宋体" w:hint="eastAsia"/>
          <w:sz w:val="30"/>
          <w:szCs w:val="30"/>
        </w:rPr>
        <w:t>章）</w:t>
      </w:r>
    </w:p>
    <w:p w:rsidR="0095591F" w:rsidRPr="00DC49FE" w:rsidRDefault="0095591F">
      <w:pPr>
        <w:rPr>
          <w:rFonts w:cs="Times New Roman"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</w:t>
      </w:r>
      <w:r>
        <w:rPr>
          <w:rFonts w:cs="宋体" w:hint="eastAsia"/>
          <w:sz w:val="30"/>
          <w:szCs w:val="30"/>
        </w:rPr>
        <w:t>年</w:t>
      </w:r>
      <w:r>
        <w:rPr>
          <w:sz w:val="30"/>
          <w:szCs w:val="30"/>
        </w:rPr>
        <w:t xml:space="preserve">     </w:t>
      </w:r>
      <w:r>
        <w:rPr>
          <w:rFonts w:cs="宋体" w:hint="eastAsia"/>
          <w:sz w:val="30"/>
          <w:szCs w:val="30"/>
        </w:rPr>
        <w:t>月</w:t>
      </w:r>
      <w:r>
        <w:rPr>
          <w:sz w:val="30"/>
          <w:szCs w:val="30"/>
        </w:rPr>
        <w:t xml:space="preserve">    </w:t>
      </w:r>
      <w:r>
        <w:rPr>
          <w:rFonts w:cs="宋体" w:hint="eastAsia"/>
          <w:sz w:val="30"/>
          <w:szCs w:val="30"/>
        </w:rPr>
        <w:t>日</w:t>
      </w:r>
    </w:p>
    <w:sectPr w:rsidR="0095591F" w:rsidRPr="00DC49FE" w:rsidSect="009234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414"/>
    <w:rsid w:val="00076FAE"/>
    <w:rsid w:val="00125735"/>
    <w:rsid w:val="001733F6"/>
    <w:rsid w:val="00177BC2"/>
    <w:rsid w:val="00194971"/>
    <w:rsid w:val="0019617F"/>
    <w:rsid w:val="001A11F1"/>
    <w:rsid w:val="001D79A2"/>
    <w:rsid w:val="0028559D"/>
    <w:rsid w:val="002C0D0C"/>
    <w:rsid w:val="003F69AE"/>
    <w:rsid w:val="0040628A"/>
    <w:rsid w:val="004900CE"/>
    <w:rsid w:val="0051040F"/>
    <w:rsid w:val="00546D02"/>
    <w:rsid w:val="005476EE"/>
    <w:rsid w:val="005E755B"/>
    <w:rsid w:val="00626888"/>
    <w:rsid w:val="0065543D"/>
    <w:rsid w:val="007E51CE"/>
    <w:rsid w:val="008A6BD0"/>
    <w:rsid w:val="008D2DE8"/>
    <w:rsid w:val="00923414"/>
    <w:rsid w:val="00945539"/>
    <w:rsid w:val="0095591F"/>
    <w:rsid w:val="009A5B0A"/>
    <w:rsid w:val="00AA0C11"/>
    <w:rsid w:val="00AD7C67"/>
    <w:rsid w:val="00B2184D"/>
    <w:rsid w:val="00B43FCC"/>
    <w:rsid w:val="00C2731D"/>
    <w:rsid w:val="00CD4CAB"/>
    <w:rsid w:val="00D32E54"/>
    <w:rsid w:val="00DC49FE"/>
    <w:rsid w:val="00EE0281"/>
    <w:rsid w:val="00EE6B8F"/>
    <w:rsid w:val="00F27F8A"/>
    <w:rsid w:val="00F415AF"/>
    <w:rsid w:val="00FB7087"/>
    <w:rsid w:val="00FD6C3E"/>
    <w:rsid w:val="00FE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28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23414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32E5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5735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38</Words>
  <Characters>220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subject/>
  <dc:creator>Lenovo</dc:creator>
  <cp:keywords/>
  <dc:description/>
  <cp:lastModifiedBy>马胜利</cp:lastModifiedBy>
  <cp:revision>5</cp:revision>
  <cp:lastPrinted>2015-12-24T03:26:00Z</cp:lastPrinted>
  <dcterms:created xsi:type="dcterms:W3CDTF">2015-12-10T00:57:00Z</dcterms:created>
  <dcterms:modified xsi:type="dcterms:W3CDTF">2015-12-24T03:27:00Z</dcterms:modified>
</cp:coreProperties>
</file>